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0F186A50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32B99">
        <w:rPr>
          <w:rFonts w:ascii="Corbel" w:hAnsi="Corbel"/>
          <w:i/>
          <w:smallCaps/>
          <w:sz w:val="24"/>
          <w:szCs w:val="24"/>
        </w:rPr>
        <w:t>2019-2022</w:t>
      </w:r>
    </w:p>
    <w:p w14:paraId="2CB98F83" w14:textId="7AE2D09D" w:rsidR="00445970" w:rsidRPr="00D22DB5" w:rsidRDefault="00445970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C32B99">
        <w:rPr>
          <w:rFonts w:ascii="Corbel" w:hAnsi="Corbel"/>
          <w:sz w:val="20"/>
          <w:szCs w:val="20"/>
        </w:rPr>
        <w:t>1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C32B99">
        <w:rPr>
          <w:rFonts w:ascii="Corbel" w:hAnsi="Corbel"/>
          <w:sz w:val="20"/>
          <w:szCs w:val="20"/>
        </w:rPr>
        <w:t>2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53BD764C" w:rsidR="00D22B96" w:rsidRPr="00321B4E" w:rsidRDefault="00321B4E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1B4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6C36B04F" w:rsidR="00D22B96" w:rsidRPr="00D22DB5" w:rsidRDefault="00321B4E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48D0E990" w:rsidR="00D22B96" w:rsidRPr="00D22DB5" w:rsidRDefault="00321B4E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71CC16F9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0343826A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00D22B96">
        <w:tc>
          <w:tcPr>
            <w:tcW w:w="1681" w:type="dxa"/>
            <w:vAlign w:val="center"/>
          </w:tcPr>
          <w:p w14:paraId="1DECE468" w14:textId="2AB6ABB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00D22B96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00D22B96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64AF56B1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zdrowotny.</w:t>
            </w:r>
          </w:p>
        </w:tc>
        <w:tc>
          <w:tcPr>
            <w:tcW w:w="1865" w:type="dxa"/>
            <w:vAlign w:val="center"/>
          </w:tcPr>
          <w:p w14:paraId="3EB92139" w14:textId="359DC09C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22B96" w:rsidRPr="00D22DB5" w14:paraId="308AB93F" w14:textId="77777777" w:rsidTr="00D22B96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1441D9D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5204E86A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4FD28C8B" w:rsidR="00D22B96" w:rsidRPr="00D22DB5" w:rsidRDefault="00321B4E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324B678F" w:rsidR="00D22B96" w:rsidRPr="00D22DB5" w:rsidRDefault="00321B4E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19C9A86B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684ECED6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1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1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2" w:name="_Hlk54253908"/>
            <w:bookmarkStart w:id="3" w:name="_Hlk54253940"/>
            <w:bookmarkEnd w:id="2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3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A7B90" w14:textId="77777777" w:rsidR="004A64A8" w:rsidRDefault="004A64A8" w:rsidP="00C16ABF">
      <w:pPr>
        <w:spacing w:after="0" w:line="240" w:lineRule="auto"/>
      </w:pPr>
      <w:r>
        <w:separator/>
      </w:r>
    </w:p>
  </w:endnote>
  <w:endnote w:type="continuationSeparator" w:id="0">
    <w:p w14:paraId="142ECC31" w14:textId="77777777" w:rsidR="004A64A8" w:rsidRDefault="004A64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0818D" w14:textId="77777777" w:rsidR="004A64A8" w:rsidRDefault="004A64A8" w:rsidP="00C16ABF">
      <w:pPr>
        <w:spacing w:after="0" w:line="240" w:lineRule="auto"/>
      </w:pPr>
      <w:r>
        <w:separator/>
      </w:r>
    </w:p>
  </w:footnote>
  <w:footnote w:type="continuationSeparator" w:id="0">
    <w:p w14:paraId="549A7AA9" w14:textId="77777777" w:rsidR="004A64A8" w:rsidRDefault="004A64A8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21B4E"/>
    <w:rsid w:val="003343CF"/>
    <w:rsid w:val="00346FE9"/>
    <w:rsid w:val="0034759A"/>
    <w:rsid w:val="003503F6"/>
    <w:rsid w:val="003530DD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4A8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C58AD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2B99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BFC1009"/>
    <w:rsid w:val="2D8F087C"/>
    <w:rsid w:val="309090AE"/>
    <w:rsid w:val="4D0AC19D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7D56A-83BA-48F1-8368-F608B1F8D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973</Words>
  <Characters>5840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2020-10-22T08:05:00Z</cp:lastPrinted>
  <dcterms:created xsi:type="dcterms:W3CDTF">2020-10-23T07:00:00Z</dcterms:created>
  <dcterms:modified xsi:type="dcterms:W3CDTF">2020-12-10T05:00:00Z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